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597D4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68666C" w:rsidRPr="0068666C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68666C" w:rsidRPr="0068666C">
        <w:rPr>
          <w:b/>
          <w:sz w:val="24"/>
        </w:rPr>
        <w:t>BP.271.20.2020.BS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68666C" w:rsidRPr="0068666C">
        <w:rPr>
          <w:b/>
        </w:rPr>
        <w:t>przetarg nieograniczony</w:t>
      </w:r>
      <w:r w:rsidR="00753DC1">
        <w:t xml:space="preserve"> na:</w:t>
      </w:r>
    </w:p>
    <w:p w:rsidR="0000184A" w:rsidRDefault="0068666C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68666C">
        <w:rPr>
          <w:b/>
          <w:sz w:val="24"/>
          <w:szCs w:val="24"/>
        </w:rPr>
        <w:t>Remont lokalu mieszkalnego przy ul. Ogrodowej 35/9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68666C" w:rsidRPr="0068666C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68666C" w:rsidRPr="0068666C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68666C" w:rsidRPr="0068666C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3A" w:rsidRDefault="00B4403A">
      <w:r>
        <w:separator/>
      </w:r>
    </w:p>
  </w:endnote>
  <w:endnote w:type="continuationSeparator" w:id="0">
    <w:p w:rsidR="00B4403A" w:rsidRDefault="00B4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597D4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2410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2410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6C" w:rsidRDefault="006866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3A" w:rsidRDefault="00B4403A">
      <w:r>
        <w:separator/>
      </w:r>
    </w:p>
  </w:footnote>
  <w:footnote w:type="continuationSeparator" w:id="0">
    <w:p w:rsidR="00B4403A" w:rsidRDefault="00B4403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6C" w:rsidRDefault="006866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6C" w:rsidRDefault="006866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6C" w:rsidRDefault="006866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3A"/>
    <w:rsid w:val="0000184A"/>
    <w:rsid w:val="00012997"/>
    <w:rsid w:val="00024105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97D4B"/>
    <w:rsid w:val="005A5013"/>
    <w:rsid w:val="005C3627"/>
    <w:rsid w:val="00641063"/>
    <w:rsid w:val="00664D2F"/>
    <w:rsid w:val="0068666C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403A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1F64D-A9D7-41ED-AC92-2B26538B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2020-07-13T11:18:00Z</dcterms:created>
  <dcterms:modified xsi:type="dcterms:W3CDTF">2020-07-13T11:18:00Z</dcterms:modified>
</cp:coreProperties>
</file>